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87F51" w14:textId="77777777" w:rsidR="00FF4A97" w:rsidRPr="007A37E2" w:rsidRDefault="00FF4A97" w:rsidP="00FF4A97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FF4A97" w:rsidRPr="005B4876" w14:paraId="72C4F86A" w14:textId="77777777" w:rsidTr="00DB433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92609" w14:textId="77777777" w:rsidR="00FF4A97" w:rsidRPr="004A327B" w:rsidRDefault="00FF4A97" w:rsidP="00DB433F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FF4A97" w:rsidRPr="005B4876" w14:paraId="43C7B789" w14:textId="77777777" w:rsidTr="00DB433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AEFD9" w14:textId="77777777" w:rsidR="00FF4A97" w:rsidRDefault="00FF4A97" w:rsidP="00DB433F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4C501CB1" w14:textId="77777777" w:rsidR="00FF4A97" w:rsidRDefault="00FF4A97" w:rsidP="00DB433F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3869895E" w14:textId="77777777" w:rsidR="00FF4A97" w:rsidRDefault="00FF4A97" w:rsidP="00DB433F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FF4A97" w:rsidRPr="005B4876" w14:paraId="1D5D80CE" w14:textId="77777777" w:rsidTr="00DB433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8DB2F" w14:textId="77777777" w:rsidR="00FF4A97" w:rsidRDefault="00FF4A97" w:rsidP="00DB433F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FF4A97" w:rsidRPr="005B4876" w14:paraId="24B3320C" w14:textId="77777777" w:rsidTr="00DB433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31370" w14:textId="77777777" w:rsidR="00FF4A97" w:rsidRPr="00741DEC" w:rsidRDefault="00FF4A97" w:rsidP="00DB433F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"Сн1. Зона кладбищ" МО сельского поселения Ура-Губа Кольского муниципального района Мурманской области</w:t>
            </w:r>
          </w:p>
          <w:p w14:paraId="07AD76CC" w14:textId="77777777" w:rsidR="00FF4A97" w:rsidRPr="00741DEC" w:rsidRDefault="00FF4A97" w:rsidP="00DB433F">
            <w:pPr>
              <w:pStyle w:val="a8"/>
              <w:jc w:val="center"/>
              <w:rPr>
                <w:u w:val="single"/>
              </w:rPr>
            </w:pPr>
          </w:p>
        </w:tc>
      </w:tr>
      <w:tr w:rsidR="00FF4A97" w:rsidRPr="005B4876" w14:paraId="05C1108D" w14:textId="77777777" w:rsidTr="00DB433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3CA35" w14:textId="77777777" w:rsidR="00FF4A97" w:rsidRPr="003C6D38" w:rsidRDefault="00FF4A97" w:rsidP="00DB433F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FF4A97" w:rsidRPr="005B4876" w14:paraId="76E8145F" w14:textId="77777777" w:rsidTr="00DB433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494AA" w14:textId="77777777" w:rsidR="00FF4A97" w:rsidRPr="005A5528" w:rsidRDefault="00FF4A97" w:rsidP="00DB433F">
            <w:pPr>
              <w:pStyle w:val="1"/>
              <w:spacing w:line="240" w:lineRule="atLeast"/>
              <w:jc w:val="center"/>
            </w:pPr>
          </w:p>
        </w:tc>
      </w:tr>
      <w:tr w:rsidR="00FF4A97" w:rsidRPr="005B4876" w14:paraId="1DCE3FC8" w14:textId="77777777" w:rsidTr="00DB433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27FD1" w14:textId="77777777" w:rsidR="00FF4A97" w:rsidRPr="005A5528" w:rsidRDefault="00FF4A97" w:rsidP="00DB433F">
            <w:pPr>
              <w:pStyle w:val="1"/>
              <w:spacing w:line="240" w:lineRule="atLeast"/>
              <w:jc w:val="center"/>
            </w:pPr>
          </w:p>
        </w:tc>
      </w:tr>
      <w:tr w:rsidR="00FF4A97" w:rsidRPr="005B4876" w14:paraId="7E305EA1" w14:textId="77777777" w:rsidTr="00DB433F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71A0BE" w14:textId="77777777" w:rsidR="00FF4A97" w:rsidRPr="005A5528" w:rsidRDefault="00FF4A97" w:rsidP="00DB433F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FF4A97" w:rsidRPr="005B4876" w14:paraId="644B36EA" w14:textId="77777777" w:rsidTr="00DB433F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20AB3CE1" w14:textId="77777777" w:rsidR="00FF4A97" w:rsidRPr="005A5528" w:rsidRDefault="00FF4A97" w:rsidP="00DB43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FF4A97" w:rsidRPr="005B4876" w14:paraId="54D02620" w14:textId="77777777" w:rsidTr="00DB433F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34868B2C" w14:textId="77777777" w:rsidR="00FF4A97" w:rsidRPr="005A5528" w:rsidRDefault="00FF4A97" w:rsidP="00DB43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2895DA7F" w14:textId="77777777" w:rsidR="00FF4A97" w:rsidRPr="005A5528" w:rsidRDefault="00FF4A97" w:rsidP="00DB43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17EC06DE" w14:textId="77777777" w:rsidR="00FF4A97" w:rsidRPr="005A5528" w:rsidRDefault="00FF4A97" w:rsidP="00DB43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FF4A97" w:rsidRPr="005B4876" w14:paraId="719A4ED2" w14:textId="77777777" w:rsidTr="00DB433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50536B4C" w14:textId="77777777" w:rsidR="00FF4A97" w:rsidRPr="005A5528" w:rsidRDefault="00FF4A97" w:rsidP="00DB43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2B481C00" w14:textId="77777777" w:rsidR="00FF4A97" w:rsidRPr="005A5528" w:rsidRDefault="00FF4A97" w:rsidP="00DB43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0866FA3B" w14:textId="77777777" w:rsidR="00FF4A97" w:rsidRPr="005A5528" w:rsidRDefault="00FF4A97" w:rsidP="00DB43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FF4A97" w:rsidRPr="005B4876" w14:paraId="62CA9254" w14:textId="77777777" w:rsidTr="00DB433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47CEC0A1" w14:textId="77777777" w:rsidR="00FF4A97" w:rsidRPr="005A5528" w:rsidRDefault="00FF4A97" w:rsidP="00DB43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61C0C185" w14:textId="77777777" w:rsidR="00FF4A97" w:rsidRPr="005A5528" w:rsidRDefault="00FF4A97" w:rsidP="00DB433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3ACCEDC6" w14:textId="77777777" w:rsidR="00FF4A97" w:rsidRPr="00FF4A97" w:rsidRDefault="00FF4A97" w:rsidP="00DB433F">
            <w:pPr>
              <w:pStyle w:val="1"/>
              <w:rPr>
                <w:sz w:val="20"/>
                <w:szCs w:val="24"/>
              </w:rPr>
            </w:pPr>
            <w:r w:rsidRPr="00FF4A97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FF4A97" w:rsidRPr="005B4876" w14:paraId="1C203AEB" w14:textId="77777777" w:rsidTr="00DB433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105C92B6" w14:textId="77777777" w:rsidR="00FF4A97" w:rsidRPr="005A5528" w:rsidRDefault="00FF4A97" w:rsidP="00DB43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4A74FCB3" w14:textId="77777777" w:rsidR="00FF4A97" w:rsidRPr="005A5528" w:rsidRDefault="00FF4A97" w:rsidP="00DB433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050F3BCB" w14:textId="77777777" w:rsidR="00FF4A97" w:rsidRPr="005A5528" w:rsidRDefault="00FF4A97" w:rsidP="00DB433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34758947" w14:textId="77777777" w:rsidR="00FF4A97" w:rsidRPr="005A5528" w:rsidRDefault="00FF4A97" w:rsidP="00DB433F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24650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54.95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FF4A97" w:rsidRPr="005B4876" w14:paraId="3C033BF3" w14:textId="77777777" w:rsidTr="00DB433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1B80FFD9" w14:textId="77777777" w:rsidR="00FF4A97" w:rsidRPr="005A5528" w:rsidRDefault="00FF4A97" w:rsidP="00DB433F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3EE3DD55" w14:textId="77777777" w:rsidR="00FF4A97" w:rsidRPr="005A5528" w:rsidRDefault="00FF4A97" w:rsidP="00DB433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46AED3E1" w14:textId="77777777" w:rsidR="00FF4A97" w:rsidRPr="005A5528" w:rsidRDefault="00FF4A97" w:rsidP="00DB433F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631FB19E" w14:textId="77777777" w:rsidR="00FF4A97" w:rsidRDefault="00FF4A97" w:rsidP="00FF4A97"/>
    <w:p w14:paraId="53462573" w14:textId="517EE721" w:rsidR="00FF4A97" w:rsidRDefault="00FF4A9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C75C8D0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33D8FE75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45178F15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61B7B399" w14:textId="77777777" w:rsidTr="005232A7">
        <w:trPr>
          <w:trHeight w:val="430"/>
        </w:trPr>
        <w:tc>
          <w:tcPr>
            <w:tcW w:w="10632" w:type="dxa"/>
            <w:gridSpan w:val="6"/>
          </w:tcPr>
          <w:p w14:paraId="26A6A293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2D8725B5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5F71D863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06544EAE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34BE5F21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31AF8E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6B5B2CF2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23D8218C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358BC569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4E2126E8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68DE8359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3B61CAD8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02AA23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36F3AF10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3D8FD965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5293D6B3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0CA07728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0308031D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656C313F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1F5C74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5414EF75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4233417C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436404B1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6F14E18D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0F1DC39B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03E5BBA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55C635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ECFD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76B3E2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677717.14</w:t>
            </w:r>
          </w:p>
        </w:tc>
        <w:tc>
          <w:tcPr>
            <w:tcW w:w="1562" w:type="dxa"/>
          </w:tcPr>
          <w:p w14:paraId="6E1032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1430408.20</w:t>
            </w:r>
          </w:p>
        </w:tc>
        <w:tc>
          <w:tcPr>
            <w:tcW w:w="2134" w:type="dxa"/>
          </w:tcPr>
          <w:p w14:paraId="7E78DC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B2DC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D43A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2DAA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00C2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282535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677750.89</w:t>
            </w:r>
          </w:p>
        </w:tc>
        <w:tc>
          <w:tcPr>
            <w:tcW w:w="1562" w:type="dxa"/>
          </w:tcPr>
          <w:p w14:paraId="369189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1430364.39</w:t>
            </w:r>
          </w:p>
        </w:tc>
        <w:tc>
          <w:tcPr>
            <w:tcW w:w="2134" w:type="dxa"/>
          </w:tcPr>
          <w:p w14:paraId="084E2E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4802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9117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5874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F308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24AC51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677775.51</w:t>
            </w:r>
          </w:p>
        </w:tc>
        <w:tc>
          <w:tcPr>
            <w:tcW w:w="1562" w:type="dxa"/>
          </w:tcPr>
          <w:p w14:paraId="01B272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1430317.15</w:t>
            </w:r>
          </w:p>
        </w:tc>
        <w:tc>
          <w:tcPr>
            <w:tcW w:w="2134" w:type="dxa"/>
          </w:tcPr>
          <w:p w14:paraId="35EA10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93D1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DC0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1236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702F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2ADD74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677815.01</w:t>
            </w:r>
          </w:p>
        </w:tc>
        <w:tc>
          <w:tcPr>
            <w:tcW w:w="1562" w:type="dxa"/>
          </w:tcPr>
          <w:p w14:paraId="0CC21D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1430378.01</w:t>
            </w:r>
          </w:p>
        </w:tc>
        <w:tc>
          <w:tcPr>
            <w:tcW w:w="2134" w:type="dxa"/>
          </w:tcPr>
          <w:p w14:paraId="0DE29A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656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70BD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13EB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63A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1CEE9F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677726.92</w:t>
            </w:r>
          </w:p>
        </w:tc>
        <w:tc>
          <w:tcPr>
            <w:tcW w:w="1562" w:type="dxa"/>
          </w:tcPr>
          <w:p w14:paraId="097680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1430477.66</w:t>
            </w:r>
          </w:p>
        </w:tc>
        <w:tc>
          <w:tcPr>
            <w:tcW w:w="2134" w:type="dxa"/>
          </w:tcPr>
          <w:p w14:paraId="22352A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BD7B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4250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DED1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3F0E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3810C6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677709.39</w:t>
            </w:r>
          </w:p>
        </w:tc>
        <w:tc>
          <w:tcPr>
            <w:tcW w:w="1562" w:type="dxa"/>
          </w:tcPr>
          <w:p w14:paraId="769315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1430529.86</w:t>
            </w:r>
          </w:p>
        </w:tc>
        <w:tc>
          <w:tcPr>
            <w:tcW w:w="2134" w:type="dxa"/>
          </w:tcPr>
          <w:p w14:paraId="03B3EB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C38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C26D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D1FD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1C1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1B7E11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677719.42</w:t>
            </w:r>
          </w:p>
        </w:tc>
        <w:tc>
          <w:tcPr>
            <w:tcW w:w="1562" w:type="dxa"/>
          </w:tcPr>
          <w:p w14:paraId="4E697B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1430549.24</w:t>
            </w:r>
          </w:p>
        </w:tc>
        <w:tc>
          <w:tcPr>
            <w:tcW w:w="2134" w:type="dxa"/>
          </w:tcPr>
          <w:p w14:paraId="3FBF4B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BA9A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252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0EB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F08C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6F4931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677715.71</w:t>
            </w:r>
          </w:p>
        </w:tc>
        <w:tc>
          <w:tcPr>
            <w:tcW w:w="1562" w:type="dxa"/>
          </w:tcPr>
          <w:p w14:paraId="65FDFD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1430559.49</w:t>
            </w:r>
          </w:p>
        </w:tc>
        <w:tc>
          <w:tcPr>
            <w:tcW w:w="2134" w:type="dxa"/>
          </w:tcPr>
          <w:p w14:paraId="5BFCBC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E180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0C2A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6CF2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1E1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7E1D33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677675.84</w:t>
            </w:r>
          </w:p>
        </w:tc>
        <w:tc>
          <w:tcPr>
            <w:tcW w:w="1562" w:type="dxa"/>
          </w:tcPr>
          <w:p w14:paraId="41547A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1430583.91</w:t>
            </w:r>
          </w:p>
        </w:tc>
        <w:tc>
          <w:tcPr>
            <w:tcW w:w="2134" w:type="dxa"/>
          </w:tcPr>
          <w:p w14:paraId="60EC1D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EB6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1E03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1E2D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642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737CBD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677694.44</w:t>
            </w:r>
          </w:p>
        </w:tc>
        <w:tc>
          <w:tcPr>
            <w:tcW w:w="1562" w:type="dxa"/>
          </w:tcPr>
          <w:p w14:paraId="13896C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1430622.83</w:t>
            </w:r>
          </w:p>
        </w:tc>
        <w:tc>
          <w:tcPr>
            <w:tcW w:w="2134" w:type="dxa"/>
          </w:tcPr>
          <w:p w14:paraId="1A2302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19D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E3C5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5B93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C19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64C3E9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677641.68</w:t>
            </w:r>
          </w:p>
        </w:tc>
        <w:tc>
          <w:tcPr>
            <w:tcW w:w="1562" w:type="dxa"/>
          </w:tcPr>
          <w:p w14:paraId="4AE5A7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1430668.96</w:t>
            </w:r>
          </w:p>
        </w:tc>
        <w:tc>
          <w:tcPr>
            <w:tcW w:w="2134" w:type="dxa"/>
          </w:tcPr>
          <w:p w14:paraId="6761D6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6E03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78DA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46DC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27A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10A0D9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677560.65</w:t>
            </w:r>
          </w:p>
        </w:tc>
        <w:tc>
          <w:tcPr>
            <w:tcW w:w="1562" w:type="dxa"/>
          </w:tcPr>
          <w:p w14:paraId="05BC21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1430625.99</w:t>
            </w:r>
          </w:p>
        </w:tc>
        <w:tc>
          <w:tcPr>
            <w:tcW w:w="2134" w:type="dxa"/>
          </w:tcPr>
          <w:p w14:paraId="1D4ED8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C19E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E452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620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778B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6636FD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677441.38</w:t>
            </w:r>
          </w:p>
        </w:tc>
        <w:tc>
          <w:tcPr>
            <w:tcW w:w="1562" w:type="dxa"/>
          </w:tcPr>
          <w:p w14:paraId="66B5C4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1430596.93</w:t>
            </w:r>
          </w:p>
        </w:tc>
        <w:tc>
          <w:tcPr>
            <w:tcW w:w="2134" w:type="dxa"/>
          </w:tcPr>
          <w:p w14:paraId="6648EB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782A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00E4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701C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6BD2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386789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677365.75</w:t>
            </w:r>
          </w:p>
        </w:tc>
        <w:tc>
          <w:tcPr>
            <w:tcW w:w="1562" w:type="dxa"/>
          </w:tcPr>
          <w:p w14:paraId="771F83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1430555.18</w:t>
            </w:r>
          </w:p>
        </w:tc>
        <w:tc>
          <w:tcPr>
            <w:tcW w:w="2134" w:type="dxa"/>
          </w:tcPr>
          <w:p w14:paraId="0EFDE3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1D5D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879B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538C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89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2F19A8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677377.98</w:t>
            </w:r>
          </w:p>
        </w:tc>
        <w:tc>
          <w:tcPr>
            <w:tcW w:w="1562" w:type="dxa"/>
          </w:tcPr>
          <w:p w14:paraId="06582C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1430537.07</w:t>
            </w:r>
          </w:p>
        </w:tc>
        <w:tc>
          <w:tcPr>
            <w:tcW w:w="2134" w:type="dxa"/>
          </w:tcPr>
          <w:p w14:paraId="7FC1BC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665A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9843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0AEE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3FD4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72BE3E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677414.96</w:t>
            </w:r>
          </w:p>
        </w:tc>
        <w:tc>
          <w:tcPr>
            <w:tcW w:w="1562" w:type="dxa"/>
          </w:tcPr>
          <w:p w14:paraId="077DA2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1430567.17</w:t>
            </w:r>
          </w:p>
        </w:tc>
        <w:tc>
          <w:tcPr>
            <w:tcW w:w="2134" w:type="dxa"/>
          </w:tcPr>
          <w:p w14:paraId="79D8DE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CAF4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FFCA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6601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6A5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45F638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677514.58</w:t>
            </w:r>
          </w:p>
        </w:tc>
        <w:tc>
          <w:tcPr>
            <w:tcW w:w="1562" w:type="dxa"/>
          </w:tcPr>
          <w:p w14:paraId="11D5D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1430597.06</w:t>
            </w:r>
          </w:p>
        </w:tc>
        <w:tc>
          <w:tcPr>
            <w:tcW w:w="2134" w:type="dxa"/>
          </w:tcPr>
          <w:p w14:paraId="541399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FA4F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BB10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4492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64AF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7FA6CE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677544.72</w:t>
            </w:r>
          </w:p>
        </w:tc>
        <w:tc>
          <w:tcPr>
            <w:tcW w:w="1562" w:type="dxa"/>
          </w:tcPr>
          <w:p w14:paraId="3D5C66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1430608.68</w:t>
            </w:r>
          </w:p>
        </w:tc>
        <w:tc>
          <w:tcPr>
            <w:tcW w:w="2134" w:type="dxa"/>
          </w:tcPr>
          <w:p w14:paraId="1CCBD3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6AD6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A796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56F7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A78E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6F1C38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677584.47</w:t>
            </w:r>
          </w:p>
        </w:tc>
        <w:tc>
          <w:tcPr>
            <w:tcW w:w="1562" w:type="dxa"/>
          </w:tcPr>
          <w:p w14:paraId="28B0CE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1430606.12</w:t>
            </w:r>
          </w:p>
        </w:tc>
        <w:tc>
          <w:tcPr>
            <w:tcW w:w="2134" w:type="dxa"/>
          </w:tcPr>
          <w:p w14:paraId="21EE3D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B057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1309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138E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5C11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5E13C6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677618.51</w:t>
            </w:r>
          </w:p>
        </w:tc>
        <w:tc>
          <w:tcPr>
            <w:tcW w:w="1562" w:type="dxa"/>
          </w:tcPr>
          <w:p w14:paraId="37BAA2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1430639.69</w:t>
            </w:r>
          </w:p>
        </w:tc>
        <w:tc>
          <w:tcPr>
            <w:tcW w:w="2134" w:type="dxa"/>
          </w:tcPr>
          <w:p w14:paraId="0DFEFA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EB0F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A47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8FA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478A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18A497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677620.96</w:t>
            </w:r>
          </w:p>
        </w:tc>
        <w:tc>
          <w:tcPr>
            <w:tcW w:w="1562" w:type="dxa"/>
          </w:tcPr>
          <w:p w14:paraId="7D67B1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1430636.54</w:t>
            </w:r>
          </w:p>
        </w:tc>
        <w:tc>
          <w:tcPr>
            <w:tcW w:w="2134" w:type="dxa"/>
          </w:tcPr>
          <w:p w14:paraId="0E08B5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25B7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EFF3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D3D2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A207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16FD94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677639.61</w:t>
            </w:r>
          </w:p>
        </w:tc>
        <w:tc>
          <w:tcPr>
            <w:tcW w:w="1562" w:type="dxa"/>
          </w:tcPr>
          <w:p w14:paraId="193688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1430644.33</w:t>
            </w:r>
          </w:p>
        </w:tc>
        <w:tc>
          <w:tcPr>
            <w:tcW w:w="2134" w:type="dxa"/>
          </w:tcPr>
          <w:p w14:paraId="5C31CB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5A5C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9A8B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43BD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2EF0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59CE4B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677651.43</w:t>
            </w:r>
          </w:p>
        </w:tc>
        <w:tc>
          <w:tcPr>
            <w:tcW w:w="1562" w:type="dxa"/>
          </w:tcPr>
          <w:p w14:paraId="5A3DD7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1430631.71</w:t>
            </w:r>
          </w:p>
        </w:tc>
        <w:tc>
          <w:tcPr>
            <w:tcW w:w="2134" w:type="dxa"/>
          </w:tcPr>
          <w:p w14:paraId="118F8A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7F6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7EDF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B0A2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E70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7BBFB6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677589.64</w:t>
            </w:r>
          </w:p>
        </w:tc>
        <w:tc>
          <w:tcPr>
            <w:tcW w:w="1562" w:type="dxa"/>
          </w:tcPr>
          <w:p w14:paraId="04D75B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1430567.21</w:t>
            </w:r>
          </w:p>
        </w:tc>
        <w:tc>
          <w:tcPr>
            <w:tcW w:w="2134" w:type="dxa"/>
          </w:tcPr>
          <w:p w14:paraId="54EFA2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6ED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2411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EBE1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675C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456004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677602.12</w:t>
            </w:r>
          </w:p>
        </w:tc>
        <w:tc>
          <w:tcPr>
            <w:tcW w:w="1562" w:type="dxa"/>
          </w:tcPr>
          <w:p w14:paraId="0F8F2A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1430549.83</w:t>
            </w:r>
          </w:p>
        </w:tc>
        <w:tc>
          <w:tcPr>
            <w:tcW w:w="2134" w:type="dxa"/>
          </w:tcPr>
          <w:p w14:paraId="025EF7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3873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A794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A924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3DA2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14:paraId="0A9213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677637.64</w:t>
            </w:r>
          </w:p>
        </w:tc>
        <w:tc>
          <w:tcPr>
            <w:tcW w:w="1562" w:type="dxa"/>
          </w:tcPr>
          <w:p w14:paraId="20FC4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1430528.62</w:t>
            </w:r>
          </w:p>
        </w:tc>
        <w:tc>
          <w:tcPr>
            <w:tcW w:w="2134" w:type="dxa"/>
          </w:tcPr>
          <w:p w14:paraId="0A2361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A633D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C37CC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67CF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D997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7888EA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677662.42</w:t>
            </w:r>
          </w:p>
        </w:tc>
        <w:tc>
          <w:tcPr>
            <w:tcW w:w="1562" w:type="dxa"/>
          </w:tcPr>
          <w:p w14:paraId="37A535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1430501.94</w:t>
            </w:r>
          </w:p>
        </w:tc>
        <w:tc>
          <w:tcPr>
            <w:tcW w:w="2134" w:type="dxa"/>
          </w:tcPr>
          <w:p w14:paraId="58019C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E58A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559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B7E6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81DD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5D1D96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677685.70</w:t>
            </w:r>
          </w:p>
        </w:tc>
        <w:tc>
          <w:tcPr>
            <w:tcW w:w="1562" w:type="dxa"/>
          </w:tcPr>
          <w:p w14:paraId="53147D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1430489.52</w:t>
            </w:r>
          </w:p>
        </w:tc>
        <w:tc>
          <w:tcPr>
            <w:tcW w:w="2134" w:type="dxa"/>
          </w:tcPr>
          <w:p w14:paraId="542DBB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871D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9484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15F3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1356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09F12D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677702.58</w:t>
            </w:r>
          </w:p>
        </w:tc>
        <w:tc>
          <w:tcPr>
            <w:tcW w:w="1562" w:type="dxa"/>
          </w:tcPr>
          <w:p w14:paraId="04639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1430463.10</w:t>
            </w:r>
          </w:p>
        </w:tc>
        <w:tc>
          <w:tcPr>
            <w:tcW w:w="2134" w:type="dxa"/>
          </w:tcPr>
          <w:p w14:paraId="7CEB5B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2DA0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83EC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1C12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1A04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733706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677730.71</w:t>
            </w:r>
          </w:p>
        </w:tc>
        <w:tc>
          <w:tcPr>
            <w:tcW w:w="1562" w:type="dxa"/>
          </w:tcPr>
          <w:p w14:paraId="20FFBC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1430430.77</w:t>
            </w:r>
          </w:p>
        </w:tc>
        <w:tc>
          <w:tcPr>
            <w:tcW w:w="2134" w:type="dxa"/>
          </w:tcPr>
          <w:p w14:paraId="0DEE65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B77B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0C54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130F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0D26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5685BB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677717.14</w:t>
            </w:r>
          </w:p>
        </w:tc>
        <w:tc>
          <w:tcPr>
            <w:tcW w:w="1562" w:type="dxa"/>
          </w:tcPr>
          <w:p w14:paraId="638308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1430408.20</w:t>
            </w:r>
          </w:p>
        </w:tc>
        <w:tc>
          <w:tcPr>
            <w:tcW w:w="2134" w:type="dxa"/>
          </w:tcPr>
          <w:p w14:paraId="34E382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1983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DCCF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433F64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857617A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5463FB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1DE3B067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42F3276D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053C496F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74D9C9B7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621C59A1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74A761E8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468EA6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1AA56ED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579ADA44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6AB45591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234386FA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09DDC7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7320A609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3D2AE6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6999204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32774910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253AB06C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578EEF4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217D908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691DF41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5A94FB1F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31D616DF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7D3842D9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726976DD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5301FC30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0E3499AD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12F84C54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2072AE7A" w14:textId="77777777" w:rsidR="008F5775" w:rsidRDefault="008F5775"/>
    <w:sectPr w:rsidR="008F5775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9622D" w14:textId="77777777" w:rsidR="008F5775" w:rsidRDefault="008F5775">
      <w:r>
        <w:separator/>
      </w:r>
    </w:p>
  </w:endnote>
  <w:endnote w:type="continuationSeparator" w:id="0">
    <w:p w14:paraId="0823C57C" w14:textId="77777777" w:rsidR="008F5775" w:rsidRDefault="008F5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5B657" w14:textId="77777777" w:rsidR="008F5775" w:rsidRDefault="008F5775">
      <w:r>
        <w:separator/>
      </w:r>
    </w:p>
  </w:footnote>
  <w:footnote w:type="continuationSeparator" w:id="0">
    <w:p w14:paraId="74522C5D" w14:textId="77777777" w:rsidR="008F5775" w:rsidRDefault="008F5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5775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  <w:rsid w:val="00FF4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C1D06F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12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26</cp:revision>
  <dcterms:created xsi:type="dcterms:W3CDTF">2019-02-08T11:42:00Z</dcterms:created>
  <dcterms:modified xsi:type="dcterms:W3CDTF">2025-10-24T08:50:00Z</dcterms:modified>
</cp:coreProperties>
</file>